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99" w:rsidRDefault="006801BB" w:rsidP="00A91599">
      <w:pPr>
        <w:jc w:val="center"/>
        <w:rPr>
          <w:sz w:val="96"/>
          <w:szCs w:val="96"/>
          <w:u w:val="single"/>
        </w:rPr>
      </w:pPr>
      <w:r w:rsidRPr="00E76B07">
        <w:rPr>
          <w:noProof/>
        </w:rPr>
        <w:drawing>
          <wp:anchor distT="0" distB="0" distL="114300" distR="114300" simplePos="0" relativeHeight="251658240" behindDoc="1" locked="0" layoutInCell="1" allowOverlap="1" wp14:anchorId="35EF9A1B" wp14:editId="43F7CF41">
            <wp:simplePos x="0" y="0"/>
            <wp:positionH relativeFrom="column">
              <wp:posOffset>-680085</wp:posOffset>
            </wp:positionH>
            <wp:positionV relativeFrom="paragraph">
              <wp:posOffset>370840</wp:posOffset>
            </wp:positionV>
            <wp:extent cx="1495425" cy="1582420"/>
            <wp:effectExtent l="0" t="0" r="9525" b="0"/>
            <wp:wrapNone/>
            <wp:docPr id="1" name="Image 1" descr="Résultat de recherche d'images pour &quot;medeci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medecin dessi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F1CE53" wp14:editId="3E8513A1">
                <wp:simplePos x="0" y="0"/>
                <wp:positionH relativeFrom="column">
                  <wp:posOffset>811530</wp:posOffset>
                </wp:positionH>
                <wp:positionV relativeFrom="paragraph">
                  <wp:posOffset>653415</wp:posOffset>
                </wp:positionV>
                <wp:extent cx="2374265" cy="1403985"/>
                <wp:effectExtent l="0" t="0" r="508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326" w:rsidRPr="00CE6326" w:rsidRDefault="00B27C83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m</w:t>
                            </w:r>
                            <w:r w:rsidR="00CE6326" w:rsidRPr="00CE6326">
                              <w:rPr>
                                <w:b/>
                                <w:sz w:val="96"/>
                                <w:szCs w:val="96"/>
                              </w:rPr>
                              <w:t>édico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3.9pt;margin-top:51.4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" stroked="f">
                <v:textbox style="mso-fit-shape-to-text:t">
                  <w:txbxContent>
                    <w:p w:rsidR="00CE6326" w:rsidRPr="00CE6326" w:rsidRDefault="00B27C83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>
                        <w:rPr>
                          <w:b/>
                          <w:sz w:val="96"/>
                          <w:szCs w:val="96"/>
                        </w:rPr>
                        <w:t xml:space="preserve"> m</w:t>
                      </w:r>
                      <w:r w:rsidR="00CE6326" w:rsidRPr="00CE6326">
                        <w:rPr>
                          <w:b/>
                          <w:sz w:val="96"/>
                          <w:szCs w:val="96"/>
                        </w:rPr>
                        <w:t>édico</w:t>
                      </w:r>
                    </w:p>
                  </w:txbxContent>
                </v:textbox>
              </v:shape>
            </w:pict>
          </mc:Fallback>
        </mc:AlternateContent>
      </w:r>
      <w:r w:rsidR="00D3234B" w:rsidRPr="00E76B07">
        <w:rPr>
          <w:noProof/>
        </w:rPr>
        <w:drawing>
          <wp:anchor distT="0" distB="0" distL="114300" distR="114300" simplePos="0" relativeHeight="251659264" behindDoc="1" locked="0" layoutInCell="1" allowOverlap="1" wp14:anchorId="124EDA4A" wp14:editId="7618F157">
            <wp:simplePos x="0" y="0"/>
            <wp:positionH relativeFrom="column">
              <wp:posOffset>4834255</wp:posOffset>
            </wp:positionH>
            <wp:positionV relativeFrom="paragraph">
              <wp:posOffset>132715</wp:posOffset>
            </wp:positionV>
            <wp:extent cx="1638300" cy="1878330"/>
            <wp:effectExtent l="0" t="0" r="0" b="7620"/>
            <wp:wrapNone/>
            <wp:docPr id="2" name="Image 2" descr="Résultat de recherche d'images pour &quot;un loup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un loup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599" w:rsidRPr="00A91599" w:rsidRDefault="006801BB" w:rsidP="00A91599">
      <w:r w:rsidRPr="00D3234B">
        <w:rPr>
          <w:noProof/>
        </w:rPr>
        <w:drawing>
          <wp:anchor distT="0" distB="0" distL="114300" distR="114300" simplePos="0" relativeHeight="251668480" behindDoc="1" locked="0" layoutInCell="1" allowOverlap="1" wp14:anchorId="5804E8C7" wp14:editId="4F62EE49">
            <wp:simplePos x="0" y="0"/>
            <wp:positionH relativeFrom="column">
              <wp:posOffset>4074160</wp:posOffset>
            </wp:positionH>
            <wp:positionV relativeFrom="paragraph">
              <wp:posOffset>10996295</wp:posOffset>
            </wp:positionV>
            <wp:extent cx="2028190" cy="1885950"/>
            <wp:effectExtent l="0" t="0" r="0" b="0"/>
            <wp:wrapNone/>
            <wp:docPr id="15" name="Image 15" descr="Résultat de recherche d'images pour &quot;bateau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ésultat de recherche d'images pour &quot;bateau dessin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FBF0BF" wp14:editId="314FA8A1">
                <wp:simplePos x="0" y="0"/>
                <wp:positionH relativeFrom="column">
                  <wp:posOffset>6068695</wp:posOffset>
                </wp:positionH>
                <wp:positionV relativeFrom="paragraph">
                  <wp:posOffset>11774170</wp:posOffset>
                </wp:positionV>
                <wp:extent cx="2374265" cy="1403985"/>
                <wp:effectExtent l="0" t="0" r="508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008" w:rsidRPr="00CE6326" w:rsidRDefault="00B27C83" w:rsidP="00F67008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bookmarkStart w:id="0" w:name="_GoBack"/>
                            <w:bookmarkEnd w:id="0"/>
                            <w:r w:rsidR="00F67008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m </w:t>
                            </w:r>
                            <w:r w:rsidR="00F67008">
                              <w:rPr>
                                <w:b/>
                                <w:sz w:val="96"/>
                                <w:szCs w:val="96"/>
                              </w:rPr>
                              <w:t>Barco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77.85pt;margin-top:927.1pt;width:186.95pt;height:110.55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" stroked="f">
                <v:textbox style="mso-fit-shape-to-text:t">
                  <w:txbxContent>
                    <w:p w:rsidR="00F67008" w:rsidRPr="00CE6326" w:rsidRDefault="00B27C83" w:rsidP="00F67008">
                      <w:pPr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bookmarkStart w:id="1" w:name="_GoBack"/>
                      <w:bookmarkEnd w:id="1"/>
                      <w:r w:rsidR="00F67008" w:rsidRPr="00CE6326">
                        <w:rPr>
                          <w:b/>
                          <w:sz w:val="96"/>
                          <w:szCs w:val="96"/>
                        </w:rPr>
                        <w:t xml:space="preserve">m </w:t>
                      </w:r>
                      <w:r w:rsidR="00F67008">
                        <w:rPr>
                          <w:b/>
                          <w:sz w:val="96"/>
                          <w:szCs w:val="96"/>
                        </w:rPr>
                        <w:t>Barco</w:t>
                      </w:r>
                    </w:p>
                  </w:txbxContent>
                </v:textbox>
              </v:shape>
            </w:pict>
          </mc:Fallback>
        </mc:AlternateContent>
      </w:r>
      <w:r w:rsidRPr="00D3234B">
        <w:rPr>
          <w:noProof/>
        </w:rPr>
        <w:drawing>
          <wp:anchor distT="0" distB="0" distL="114300" distR="114300" simplePos="0" relativeHeight="251670528" behindDoc="1" locked="0" layoutInCell="1" allowOverlap="1" wp14:anchorId="526AB69F" wp14:editId="62ECD963">
            <wp:simplePos x="0" y="0"/>
            <wp:positionH relativeFrom="column">
              <wp:posOffset>-633095</wp:posOffset>
            </wp:positionH>
            <wp:positionV relativeFrom="paragraph">
              <wp:posOffset>11118850</wp:posOffset>
            </wp:positionV>
            <wp:extent cx="1571625" cy="1571625"/>
            <wp:effectExtent l="0" t="0" r="9525" b="9525"/>
            <wp:wrapNone/>
            <wp:docPr id="17" name="Image 17" descr="Résultat de recherche d'images pour &quot;un volca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Résultat de recherche d'images pour &quot;un volcan dessin&quot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B07">
        <w:rPr>
          <w:noProof/>
        </w:rPr>
        <w:drawing>
          <wp:anchor distT="0" distB="0" distL="114300" distR="114300" simplePos="0" relativeHeight="251662336" behindDoc="1" locked="0" layoutInCell="1" allowOverlap="1" wp14:anchorId="335C8CD3" wp14:editId="009336AD">
            <wp:simplePos x="0" y="0"/>
            <wp:positionH relativeFrom="column">
              <wp:posOffset>-766445</wp:posOffset>
            </wp:positionH>
            <wp:positionV relativeFrom="paragraph">
              <wp:posOffset>4394200</wp:posOffset>
            </wp:positionV>
            <wp:extent cx="1704975" cy="2133600"/>
            <wp:effectExtent l="0" t="0" r="9525" b="0"/>
            <wp:wrapNone/>
            <wp:docPr id="7" name="Image 7" descr="Résultat de recherche d'images pour &quot;banqu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ésultat de recherche d'images pour &quot;banquier dessin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B07">
        <w:rPr>
          <w:noProof/>
        </w:rPr>
        <w:drawing>
          <wp:anchor distT="0" distB="0" distL="114300" distR="114300" simplePos="0" relativeHeight="251660288" behindDoc="1" locked="0" layoutInCell="1" allowOverlap="1" wp14:anchorId="2AA52AEB" wp14:editId="1D6C4953">
            <wp:simplePos x="0" y="0"/>
            <wp:positionH relativeFrom="column">
              <wp:posOffset>-747395</wp:posOffset>
            </wp:positionH>
            <wp:positionV relativeFrom="paragraph">
              <wp:posOffset>2584450</wp:posOffset>
            </wp:positionV>
            <wp:extent cx="1952625" cy="1485900"/>
            <wp:effectExtent l="0" t="0" r="9525" b="0"/>
            <wp:wrapNone/>
            <wp:docPr id="4" name="Image 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2A2" w:rsidRPr="007A661B">
        <w:rPr>
          <w:noProof/>
        </w:rPr>
        <w:drawing>
          <wp:anchor distT="0" distB="0" distL="114300" distR="114300" simplePos="0" relativeHeight="251666432" behindDoc="1" locked="0" layoutInCell="1" allowOverlap="1" wp14:anchorId="5E45ACDC" wp14:editId="320562DB">
            <wp:simplePos x="0" y="0"/>
            <wp:positionH relativeFrom="column">
              <wp:posOffset>-633095</wp:posOffset>
            </wp:positionH>
            <wp:positionV relativeFrom="paragraph">
              <wp:posOffset>8711565</wp:posOffset>
            </wp:positionV>
            <wp:extent cx="1962150" cy="1590675"/>
            <wp:effectExtent l="0" t="0" r="0" b="9525"/>
            <wp:wrapNone/>
            <wp:docPr id="12" name="Image 12" descr="Résultat de recherche d'images pour &quot;vent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ésultat de recherche d'images pour &quot;vent dessin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00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6EC5FC" wp14:editId="1CAE0C4C">
                <wp:simplePos x="0" y="0"/>
                <wp:positionH relativeFrom="column">
                  <wp:posOffset>1405255</wp:posOffset>
                </wp:positionH>
                <wp:positionV relativeFrom="paragraph">
                  <wp:posOffset>9499600</wp:posOffset>
                </wp:positionV>
                <wp:extent cx="3114675" cy="1403985"/>
                <wp:effectExtent l="0" t="0" r="9525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A53" w:rsidRPr="00CE6326" w:rsidRDefault="00B27C83" w:rsidP="00542A53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542A53" w:rsidRPr="00CE6326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542A53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542A53">
                              <w:rPr>
                                <w:b/>
                                <w:sz w:val="96"/>
                                <w:szCs w:val="96"/>
                              </w:rPr>
                              <w:t>vento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10.65pt;margin-top:748pt;width:245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" stroked="f">
                <v:textbox style="mso-fit-shape-to-text:t">
                  <w:txbxContent>
                    <w:p w:rsidR="00542A53" w:rsidRPr="00CE6326" w:rsidRDefault="00B27C83" w:rsidP="00542A53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542A53" w:rsidRPr="00CE6326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542A53" w:rsidRPr="00CE6326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542A53">
                        <w:rPr>
                          <w:b/>
                          <w:sz w:val="96"/>
                          <w:szCs w:val="96"/>
                        </w:rPr>
                        <w:t>vento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6700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1A787B" wp14:editId="7E8CDB59">
                <wp:simplePos x="0" y="0"/>
                <wp:positionH relativeFrom="column">
                  <wp:posOffset>-121920</wp:posOffset>
                </wp:positionH>
                <wp:positionV relativeFrom="paragraph">
                  <wp:posOffset>7533005</wp:posOffset>
                </wp:positionV>
                <wp:extent cx="2374265" cy="1403985"/>
                <wp:effectExtent l="0" t="0" r="508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martelo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9.6pt;margin-top:593.15pt;width:186.95pt;height:110.55pt;z-index:2516869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martelo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67008" w:rsidRPr="007A661B">
        <w:rPr>
          <w:noProof/>
        </w:rPr>
        <w:drawing>
          <wp:anchor distT="0" distB="0" distL="114300" distR="114300" simplePos="0" relativeHeight="251664384" behindDoc="1" locked="0" layoutInCell="1" allowOverlap="1" wp14:anchorId="7CC7EF46" wp14:editId="1D3339B5">
            <wp:simplePos x="0" y="0"/>
            <wp:positionH relativeFrom="column">
              <wp:posOffset>681355</wp:posOffset>
            </wp:positionH>
            <wp:positionV relativeFrom="paragraph">
              <wp:posOffset>6205220</wp:posOffset>
            </wp:positionV>
            <wp:extent cx="2482850" cy="1276350"/>
            <wp:effectExtent l="0" t="0" r="0" b="0"/>
            <wp:wrapNone/>
            <wp:docPr id="10" name="Image 10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A5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39902C" wp14:editId="285CC366">
                <wp:simplePos x="0" y="0"/>
                <wp:positionH relativeFrom="column">
                  <wp:posOffset>937895</wp:posOffset>
                </wp:positionH>
                <wp:positionV relativeFrom="paragraph">
                  <wp:posOffset>11234420</wp:posOffset>
                </wp:positionV>
                <wp:extent cx="3429000" cy="1403985"/>
                <wp:effectExtent l="0" t="0" r="0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A53" w:rsidRPr="00CE6326" w:rsidRDefault="00B27C83" w:rsidP="00542A53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542A53" w:rsidRPr="00CE6326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542A53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7740D1">
                              <w:rPr>
                                <w:b/>
                                <w:sz w:val="96"/>
                                <w:szCs w:val="96"/>
                              </w:rPr>
                              <w:t>Vu</w:t>
                            </w:r>
                            <w:r w:rsidR="00F67F2F">
                              <w:rPr>
                                <w:b/>
                                <w:sz w:val="96"/>
                                <w:szCs w:val="96"/>
                              </w:rPr>
                              <w:t>lcá</w:t>
                            </w:r>
                            <w:r w:rsidR="00F67008">
                              <w:rPr>
                                <w:b/>
                                <w:sz w:val="96"/>
                                <w:szCs w:val="96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73.85pt;margin-top:884.6pt;width:270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" stroked="f">
                <v:textbox style="mso-fit-shape-to-text:t">
                  <w:txbxContent>
                    <w:p w:rsidR="00542A53" w:rsidRPr="00CE6326" w:rsidRDefault="00B27C83" w:rsidP="00542A53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542A53" w:rsidRPr="00CE6326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542A53" w:rsidRPr="00CE6326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7740D1">
                        <w:rPr>
                          <w:b/>
                          <w:sz w:val="96"/>
                          <w:szCs w:val="96"/>
                        </w:rPr>
                        <w:t>Vu</w:t>
                      </w:r>
                      <w:r w:rsidR="00F67F2F">
                        <w:rPr>
                          <w:b/>
                          <w:sz w:val="96"/>
                          <w:szCs w:val="96"/>
                        </w:rPr>
                        <w:t>lcá</w:t>
                      </w:r>
                      <w:r w:rsidR="00F67008">
                        <w:rPr>
                          <w:b/>
                          <w:sz w:val="96"/>
                          <w:szCs w:val="96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42A5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C0EA9D" wp14:editId="48F5323F">
                <wp:simplePos x="0" y="0"/>
                <wp:positionH relativeFrom="column">
                  <wp:posOffset>5983605</wp:posOffset>
                </wp:positionH>
                <wp:positionV relativeFrom="paragraph">
                  <wp:posOffset>10433685</wp:posOffset>
                </wp:positionV>
                <wp:extent cx="2374265" cy="1403985"/>
                <wp:effectExtent l="0" t="0" r="508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A53" w:rsidRPr="00CE6326" w:rsidRDefault="00B27C83" w:rsidP="00542A53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o</w:t>
                            </w:r>
                            <w:r w:rsidR="00542A53">
                              <w:rPr>
                                <w:b/>
                                <w:sz w:val="96"/>
                                <w:szCs w:val="96"/>
                              </w:rPr>
                              <w:t>s</w:t>
                            </w:r>
                            <w:proofErr w:type="gramEnd"/>
                            <w:r w:rsidR="00542A53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542A53">
                              <w:rPr>
                                <w:b/>
                                <w:sz w:val="96"/>
                                <w:szCs w:val="96"/>
                              </w:rPr>
                              <w:t>óculos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471.15pt;margin-top:821.55pt;width:186.95pt;height:110.55pt;z-index:2516930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" stroked="f">
                <v:textbox style="mso-fit-shape-to-text:t">
                  <w:txbxContent>
                    <w:p w:rsidR="00542A53" w:rsidRPr="00CE6326" w:rsidRDefault="00B27C83" w:rsidP="00542A53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o</w:t>
                      </w:r>
                      <w:r w:rsidR="00542A53">
                        <w:rPr>
                          <w:b/>
                          <w:sz w:val="96"/>
                          <w:szCs w:val="96"/>
                        </w:rPr>
                        <w:t>s</w:t>
                      </w:r>
                      <w:proofErr w:type="gramEnd"/>
                      <w:r w:rsidR="00542A53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542A53">
                        <w:rPr>
                          <w:b/>
                          <w:sz w:val="96"/>
                          <w:szCs w:val="96"/>
                        </w:rPr>
                        <w:t>óculos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42A53" w:rsidRPr="00D3234B">
        <w:rPr>
          <w:noProof/>
        </w:rPr>
        <w:drawing>
          <wp:anchor distT="0" distB="0" distL="114300" distR="114300" simplePos="0" relativeHeight="251669504" behindDoc="1" locked="0" layoutInCell="1" allowOverlap="1" wp14:anchorId="019570FC" wp14:editId="5D1C1BB5">
            <wp:simplePos x="0" y="0"/>
            <wp:positionH relativeFrom="column">
              <wp:posOffset>4367530</wp:posOffset>
            </wp:positionH>
            <wp:positionV relativeFrom="paragraph">
              <wp:posOffset>9232899</wp:posOffset>
            </wp:positionV>
            <wp:extent cx="2483230" cy="1762125"/>
            <wp:effectExtent l="0" t="0" r="0" b="0"/>
            <wp:wrapNone/>
            <wp:docPr id="16" name="Image 16" descr="Résultat de recherche d'images pour &quot;lunettes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ésultat de recherche d'images pour &quot;lunettes dessin&quot;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969" cy="176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781277" wp14:editId="69692835">
                <wp:simplePos x="0" y="0"/>
                <wp:positionH relativeFrom="column">
                  <wp:posOffset>4072255</wp:posOffset>
                </wp:positionH>
                <wp:positionV relativeFrom="paragraph">
                  <wp:posOffset>8518525</wp:posOffset>
                </wp:positionV>
                <wp:extent cx="4876800" cy="1403985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casamento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20.65pt;margin-top:670.75pt;width:384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casamento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AF" w:rsidRPr="00DF54C9">
        <w:rPr>
          <w:noProof/>
        </w:rPr>
        <w:drawing>
          <wp:anchor distT="0" distB="0" distL="114300" distR="114300" simplePos="0" relativeHeight="251667456" behindDoc="1" locked="0" layoutInCell="1" allowOverlap="1" wp14:anchorId="02387650" wp14:editId="4B1F949B">
            <wp:simplePos x="0" y="0"/>
            <wp:positionH relativeFrom="column">
              <wp:posOffset>5291455</wp:posOffset>
            </wp:positionH>
            <wp:positionV relativeFrom="paragraph">
              <wp:posOffset>6729095</wp:posOffset>
            </wp:positionV>
            <wp:extent cx="1828800" cy="1828800"/>
            <wp:effectExtent l="0" t="0" r="0" b="0"/>
            <wp:wrapNone/>
            <wp:docPr id="14" name="Image 1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94EB56" wp14:editId="0D14F160">
                <wp:simplePos x="0" y="0"/>
                <wp:positionH relativeFrom="column">
                  <wp:posOffset>6301105</wp:posOffset>
                </wp:positionH>
                <wp:positionV relativeFrom="paragraph">
                  <wp:posOffset>4697730</wp:posOffset>
                </wp:positionV>
                <wp:extent cx="3419475" cy="1403985"/>
                <wp:effectExtent l="0" t="0" r="9525" b="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coelho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96.15pt;margin-top:369.9pt;width:269.2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coelho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AF" w:rsidRPr="007A661B">
        <w:rPr>
          <w:noProof/>
        </w:rPr>
        <w:drawing>
          <wp:anchor distT="0" distB="0" distL="114300" distR="114300" simplePos="0" relativeHeight="251663360" behindDoc="1" locked="0" layoutInCell="1" allowOverlap="1" wp14:anchorId="777CAD03" wp14:editId="050654B0">
            <wp:simplePos x="0" y="0"/>
            <wp:positionH relativeFrom="column">
              <wp:posOffset>5129530</wp:posOffset>
            </wp:positionH>
            <wp:positionV relativeFrom="paragraph">
              <wp:posOffset>4641850</wp:posOffset>
            </wp:positionV>
            <wp:extent cx="1743075" cy="2028825"/>
            <wp:effectExtent l="0" t="0" r="9525" b="9525"/>
            <wp:wrapNone/>
            <wp:docPr id="8" name="Image 8" descr="Résultat de recherche d'images pour &quot;lapi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lapin dessin&quot;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EB9C82" wp14:editId="0FE00664">
                <wp:simplePos x="0" y="0"/>
                <wp:positionH relativeFrom="column">
                  <wp:posOffset>748030</wp:posOffset>
                </wp:positionH>
                <wp:positionV relativeFrom="paragraph">
                  <wp:posOffset>5196840</wp:posOffset>
                </wp:positionV>
                <wp:extent cx="4381500" cy="1403985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 w:rsidRPr="00CE6326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banqueiro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58.9pt;margin-top:409.2pt;width:34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 w:rsidRPr="00CE6326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banqueiro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61D1AB" wp14:editId="63B54E75">
                <wp:simplePos x="0" y="0"/>
                <wp:positionH relativeFrom="column">
                  <wp:posOffset>1138555</wp:posOffset>
                </wp:positionH>
                <wp:positionV relativeFrom="paragraph">
                  <wp:posOffset>2889250</wp:posOffset>
                </wp:positionV>
                <wp:extent cx="2933700" cy="1403985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peixe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89.65pt;margin-top:227.5pt;width:231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peixe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8FC754" wp14:editId="4FDEBFC6">
                <wp:simplePos x="0" y="0"/>
                <wp:positionH relativeFrom="column">
                  <wp:posOffset>6224905</wp:posOffset>
                </wp:positionH>
                <wp:positionV relativeFrom="paragraph">
                  <wp:posOffset>3136900</wp:posOffset>
                </wp:positionV>
                <wp:extent cx="1800225" cy="1403985"/>
                <wp:effectExtent l="0" t="0" r="9525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l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utar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490.15pt;margin-top:247pt;width:141.7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l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utar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C47AF" w:rsidRPr="00E76B07">
        <w:rPr>
          <w:noProof/>
        </w:rPr>
        <w:drawing>
          <wp:anchor distT="0" distB="0" distL="114300" distR="114300" simplePos="0" relativeHeight="251661312" behindDoc="1" locked="0" layoutInCell="1" allowOverlap="1" wp14:anchorId="2F6FFC1A" wp14:editId="76273DDF">
            <wp:simplePos x="0" y="0"/>
            <wp:positionH relativeFrom="column">
              <wp:posOffset>3195955</wp:posOffset>
            </wp:positionH>
            <wp:positionV relativeFrom="paragraph">
              <wp:posOffset>1727200</wp:posOffset>
            </wp:positionV>
            <wp:extent cx="3924300" cy="3924300"/>
            <wp:effectExtent l="0" t="0" r="0" b="0"/>
            <wp:wrapNone/>
            <wp:docPr id="6" name="Image 6" descr="Résultat de recherche d'images pour &quot;fight draw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ésultat de recherche d'images pour &quot;fight draw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 w:rsidRPr="007A661B">
        <w:rPr>
          <w:noProof/>
        </w:rPr>
        <w:drawing>
          <wp:anchor distT="0" distB="0" distL="114300" distR="114300" simplePos="0" relativeHeight="251665408" behindDoc="1" locked="0" layoutInCell="1" allowOverlap="1" wp14:anchorId="5A7D7857" wp14:editId="1A7E83D7">
            <wp:simplePos x="0" y="0"/>
            <wp:positionH relativeFrom="column">
              <wp:posOffset>1938655</wp:posOffset>
            </wp:positionH>
            <wp:positionV relativeFrom="paragraph">
              <wp:posOffset>1174750</wp:posOffset>
            </wp:positionV>
            <wp:extent cx="2286000" cy="1618615"/>
            <wp:effectExtent l="0" t="0" r="0" b="635"/>
            <wp:wrapNone/>
            <wp:docPr id="11" name="Image 11" descr="Résultat de recherche d'images pour &quot;un professeu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ésultat de recherche d'images pour &quot;un professeur dessin&quot;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94879B" wp14:editId="1722F724">
                <wp:simplePos x="0" y="0"/>
                <wp:positionH relativeFrom="column">
                  <wp:posOffset>4177030</wp:posOffset>
                </wp:positionH>
                <wp:positionV relativeFrom="paragraph">
                  <wp:posOffset>1536700</wp:posOffset>
                </wp:positionV>
                <wp:extent cx="4238625" cy="1403985"/>
                <wp:effectExtent l="0" t="0" r="9525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professor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328.9pt;margin-top:121pt;width:333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professor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6FCB8A" wp14:editId="62E04519">
                <wp:simplePos x="0" y="0"/>
                <wp:positionH relativeFrom="column">
                  <wp:posOffset>6577330</wp:posOffset>
                </wp:positionH>
                <wp:positionV relativeFrom="paragraph">
                  <wp:posOffset>79375</wp:posOffset>
                </wp:positionV>
                <wp:extent cx="2895600" cy="1403985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7AF" w:rsidRPr="00CE6326" w:rsidRDefault="00B27C83" w:rsidP="000C47A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0C47AF">
                              <w:rPr>
                                <w:b/>
                                <w:sz w:val="96"/>
                                <w:szCs w:val="96"/>
                              </w:rPr>
                              <w:t>lobo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517.9pt;margin-top:6.25pt;width:228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" stroked="f">
                <v:textbox style="mso-fit-shape-to-text:t">
                  <w:txbxContent>
                    <w:p w:rsidR="000C47AF" w:rsidRPr="00CE6326" w:rsidRDefault="00B27C83" w:rsidP="000C47A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0C47AF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0C47AF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0C47AF">
                        <w:rPr>
                          <w:b/>
                          <w:sz w:val="96"/>
                          <w:szCs w:val="96"/>
                        </w:rPr>
                        <w:t>lobo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76B07">
        <w:tab/>
      </w:r>
      <w:r w:rsidR="00E76B07">
        <w:tab/>
      </w:r>
      <w:r w:rsidR="00E76B07">
        <w:tab/>
      </w:r>
      <w:r w:rsidR="00E76B07">
        <w:tab/>
      </w:r>
      <w:r w:rsidR="00E76B07">
        <w:tab/>
      </w:r>
    </w:p>
    <w:sectPr w:rsidR="00A91599" w:rsidRPr="00A91599" w:rsidSect="00A91599">
      <w:headerReference w:type="default" r:id="rId22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A2" w:rsidRDefault="002822A2" w:rsidP="002822A2">
      <w:r>
        <w:separator/>
      </w:r>
    </w:p>
  </w:endnote>
  <w:endnote w:type="continuationSeparator" w:id="0">
    <w:p w:rsidR="002822A2" w:rsidRDefault="002822A2" w:rsidP="0028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A2" w:rsidRDefault="002822A2" w:rsidP="002822A2">
      <w:r>
        <w:separator/>
      </w:r>
    </w:p>
  </w:footnote>
  <w:footnote w:type="continuationSeparator" w:id="0">
    <w:p w:rsidR="002822A2" w:rsidRDefault="002822A2" w:rsidP="00282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2A2" w:rsidRDefault="002822A2" w:rsidP="002822A2">
    <w:pPr>
      <w:pStyle w:val="En-tte"/>
      <w:jc w:val="center"/>
    </w:pPr>
    <w:r w:rsidRPr="00A91599">
      <w:rPr>
        <w:sz w:val="96"/>
        <w:szCs w:val="96"/>
        <w:u w:val="single"/>
      </w:rPr>
      <w:t>Mots en portugais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99"/>
    <w:rsid w:val="000C47AF"/>
    <w:rsid w:val="0013656C"/>
    <w:rsid w:val="002822A2"/>
    <w:rsid w:val="00542A53"/>
    <w:rsid w:val="0067203D"/>
    <w:rsid w:val="006801BB"/>
    <w:rsid w:val="006B3802"/>
    <w:rsid w:val="007740D1"/>
    <w:rsid w:val="007A661B"/>
    <w:rsid w:val="00A91599"/>
    <w:rsid w:val="00B27C83"/>
    <w:rsid w:val="00B65436"/>
    <w:rsid w:val="00BF49C4"/>
    <w:rsid w:val="00C90A44"/>
    <w:rsid w:val="00CE6326"/>
    <w:rsid w:val="00D3234B"/>
    <w:rsid w:val="00DF54C9"/>
    <w:rsid w:val="00E76B07"/>
    <w:rsid w:val="00F36260"/>
    <w:rsid w:val="00F666F4"/>
    <w:rsid w:val="00F67008"/>
    <w:rsid w:val="00F67F2F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E76B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76B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822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22A2"/>
  </w:style>
  <w:style w:type="paragraph" w:styleId="Pieddepage">
    <w:name w:val="footer"/>
    <w:basedOn w:val="Normal"/>
    <w:link w:val="PieddepageCar"/>
    <w:rsid w:val="002822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82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E76B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76B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822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22A2"/>
  </w:style>
  <w:style w:type="paragraph" w:styleId="Pieddepage">
    <w:name w:val="footer"/>
    <w:basedOn w:val="Normal"/>
    <w:link w:val="PieddepageCar"/>
    <w:rsid w:val="002822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8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2816-459F-4D42-9689-F6F70F7F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C0CA6F5B.dotm</Template>
  <TotalTime>41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11</cp:revision>
  <cp:lastPrinted>2019-04-10T12:00:00Z</cp:lastPrinted>
  <dcterms:created xsi:type="dcterms:W3CDTF">2019-04-10T07:15:00Z</dcterms:created>
  <dcterms:modified xsi:type="dcterms:W3CDTF">2019-07-29T07:04:00Z</dcterms:modified>
</cp:coreProperties>
</file>